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B4" w:rsidRDefault="005C7E4A" w:rsidP="00D778B4">
      <w:pPr>
        <w:pStyle w:val="Title"/>
      </w:pPr>
      <w:bookmarkStart w:id="0" w:name="_GoBack"/>
      <w:bookmarkEnd w:id="0"/>
      <w:r w:rsidRPr="00D778B4">
        <w:rPr>
          <w:sz w:val="44"/>
        </w:rPr>
        <w:t>Individual Infant Production Record Form</w:t>
      </w:r>
      <w:r w:rsidR="00D778B4">
        <w:rPr>
          <w:sz w:val="44"/>
        </w:rPr>
        <w:t xml:space="preserve"> - CACFP</w:t>
      </w:r>
    </w:p>
    <w:p w:rsidR="00A22EC6" w:rsidRPr="00D778B4" w:rsidRDefault="00F05E79" w:rsidP="00D778B4">
      <w:pPr>
        <w:pStyle w:val="Title"/>
      </w:pPr>
      <w:r w:rsidRPr="00D778B4">
        <w:t xml:space="preserve"> </w:t>
      </w:r>
    </w:p>
    <w:p w:rsidR="00A22EC6" w:rsidRDefault="005C7E4A" w:rsidP="005C7E4A">
      <w:pPr>
        <w:ind w:left="-630" w:right="-360"/>
        <w:rPr>
          <w:b/>
        </w:rPr>
      </w:pPr>
      <w:r>
        <w:rPr>
          <w:b/>
        </w:rPr>
        <w:t>C</w:t>
      </w:r>
      <w:r w:rsidR="00A22EC6">
        <w:rPr>
          <w:b/>
        </w:rPr>
        <w:t xml:space="preserve">hild’s </w:t>
      </w:r>
      <w:r>
        <w:rPr>
          <w:b/>
          <w:u w:val="single"/>
        </w:rPr>
        <w:t>First and Last</w:t>
      </w:r>
      <w:r w:rsidR="00A22EC6">
        <w:rPr>
          <w:b/>
        </w:rPr>
        <w:t xml:space="preserve"> Name:</w:t>
      </w:r>
      <w:r>
        <w:rPr>
          <w:b/>
        </w:rPr>
        <w:t xml:space="preserve"> ____________________ Date of Birth</w:t>
      </w:r>
      <w:r w:rsidR="00A22EC6">
        <w:rPr>
          <w:b/>
        </w:rPr>
        <w:t>:</w:t>
      </w:r>
      <w:r>
        <w:rPr>
          <w:b/>
        </w:rPr>
        <w:t xml:space="preserve"> __________ Circle One: </w:t>
      </w:r>
      <w:r>
        <w:t>Breast Milk</w:t>
      </w:r>
      <w:r>
        <w:rPr>
          <w:b/>
        </w:rPr>
        <w:t xml:space="preserve">     </w:t>
      </w:r>
      <w:r w:rsidRPr="005C7E4A">
        <w:t>F</w:t>
      </w:r>
      <w:r w:rsidR="00A22EC6" w:rsidRPr="005C7E4A">
        <w:t>ormula</w:t>
      </w:r>
      <w:r>
        <w:rPr>
          <w:b/>
        </w:rPr>
        <w:t xml:space="preserve">    </w:t>
      </w:r>
      <w:r w:rsidRPr="005C7E4A">
        <w:t xml:space="preserve"> Both</w:t>
      </w:r>
      <w:r>
        <w:rPr>
          <w:b/>
        </w:rPr>
        <w:t xml:space="preserve"> </w:t>
      </w:r>
      <w:r w:rsidR="00A22EC6">
        <w:rPr>
          <w:b/>
        </w:rPr>
        <w:t>Type of Formula:</w:t>
      </w:r>
      <w:r>
        <w:rPr>
          <w:b/>
        </w:rPr>
        <w:t xml:space="preserve"> _</w:t>
      </w:r>
      <w:r w:rsidR="00A22EC6">
        <w:rPr>
          <w:b/>
        </w:rPr>
        <w:t>_________________</w:t>
      </w:r>
    </w:p>
    <w:p w:rsidR="00A22EC6" w:rsidRDefault="00A22EC6">
      <w:pPr>
        <w:rPr>
          <w:b/>
        </w:rPr>
      </w:pPr>
    </w:p>
    <w:tbl>
      <w:tblPr>
        <w:tblW w:w="1396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977"/>
        <w:gridCol w:w="1453"/>
        <w:gridCol w:w="1350"/>
        <w:gridCol w:w="1350"/>
        <w:gridCol w:w="1350"/>
        <w:gridCol w:w="1260"/>
        <w:gridCol w:w="1452"/>
      </w:tblGrid>
      <w:tr w:rsidR="00A22EC6" w:rsidTr="005C7E4A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4770" w:type="dxa"/>
            <w:tcBorders>
              <w:bottom w:val="nil"/>
            </w:tcBorders>
            <w:vAlign w:val="center"/>
          </w:tcPr>
          <w:p w:rsidR="00A22EC6" w:rsidRDefault="00A22EC6">
            <w:pPr>
              <w:pStyle w:val="Heading1"/>
              <w:jc w:val="center"/>
            </w:pPr>
            <w:r>
              <w:t>FOOD COMPONENTS</w:t>
            </w:r>
          </w:p>
        </w:tc>
        <w:tc>
          <w:tcPr>
            <w:tcW w:w="2430" w:type="dxa"/>
            <w:gridSpan w:val="2"/>
            <w:tcBorders>
              <w:bottom w:val="nil"/>
            </w:tcBorders>
            <w:vAlign w:val="center"/>
          </w:tcPr>
          <w:p w:rsidR="00A22EC6" w:rsidRDefault="00A22EC6">
            <w:pPr>
              <w:pStyle w:val="Heading1"/>
              <w:jc w:val="center"/>
            </w:pPr>
            <w:r>
              <w:t>SERVING SIZES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A22EC6" w:rsidRDefault="00A22EC6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A22EC6" w:rsidRDefault="00A22EC6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A22EC6" w:rsidRDefault="00A22EC6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22EC6" w:rsidRDefault="00A22EC6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1452" w:type="dxa"/>
            <w:tcBorders>
              <w:bottom w:val="nil"/>
            </w:tcBorders>
            <w:vAlign w:val="center"/>
          </w:tcPr>
          <w:p w:rsidR="00A22EC6" w:rsidRDefault="00A22EC6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</w:tr>
      <w:tr w:rsidR="00D40849" w:rsidTr="00DD1A7B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4770" w:type="dxa"/>
            <w:shd w:val="pct15" w:color="auto" w:fill="FFFFFF"/>
            <w:vAlign w:val="center"/>
          </w:tcPr>
          <w:p w:rsidR="00D40849" w:rsidRDefault="005C7E4A" w:rsidP="00A00C4A">
            <w:pPr>
              <w:jc w:val="center"/>
              <w:rPr>
                <w:b/>
              </w:rPr>
            </w:pPr>
            <w:r>
              <w:rPr>
                <w:b/>
              </w:rPr>
              <w:t>BREAKFAST</w:t>
            </w:r>
          </w:p>
        </w:tc>
        <w:tc>
          <w:tcPr>
            <w:tcW w:w="977" w:type="dxa"/>
            <w:shd w:val="pct15" w:color="auto" w:fill="FFFFFF"/>
            <w:vAlign w:val="center"/>
          </w:tcPr>
          <w:p w:rsidR="00D40849" w:rsidRDefault="006E4B02" w:rsidP="00DD1A7B">
            <w:pPr>
              <w:jc w:val="center"/>
              <w:rPr>
                <w:b/>
              </w:rPr>
            </w:pPr>
            <w:r>
              <w:rPr>
                <w:b/>
              </w:rPr>
              <w:t>0-5</w:t>
            </w:r>
            <w:r w:rsidR="00D40849">
              <w:rPr>
                <w:b/>
              </w:rPr>
              <w:t xml:space="preserve"> MO</w:t>
            </w:r>
          </w:p>
        </w:tc>
        <w:tc>
          <w:tcPr>
            <w:tcW w:w="1453" w:type="dxa"/>
            <w:shd w:val="pct15" w:color="auto" w:fill="FFFFFF"/>
            <w:vAlign w:val="center"/>
          </w:tcPr>
          <w:p w:rsidR="00D40849" w:rsidRDefault="00D40849" w:rsidP="00DD1A7B">
            <w:pPr>
              <w:jc w:val="center"/>
              <w:rPr>
                <w:b/>
              </w:rPr>
            </w:pPr>
            <w:r>
              <w:rPr>
                <w:b/>
              </w:rPr>
              <w:t>6-11 MO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D40849" w:rsidRPr="00ED4064" w:rsidRDefault="00D40849" w:rsidP="00DD1A7B">
            <w:pPr>
              <w:jc w:val="center"/>
              <w:rPr>
                <w:sz w:val="24"/>
                <w:szCs w:val="24"/>
              </w:rPr>
            </w:pPr>
            <w:r w:rsidRPr="00ED4064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D40849" w:rsidRDefault="00D40849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D40849" w:rsidRDefault="00D40849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260" w:type="dxa"/>
            <w:shd w:val="pct15" w:color="auto" w:fill="FFFFFF"/>
            <w:vAlign w:val="center"/>
          </w:tcPr>
          <w:p w:rsidR="00D40849" w:rsidRDefault="00D40849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452" w:type="dxa"/>
            <w:shd w:val="pct15" w:color="auto" w:fill="FFFFFF"/>
            <w:vAlign w:val="center"/>
          </w:tcPr>
          <w:p w:rsidR="00D40849" w:rsidRDefault="00D40849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</w:tr>
      <w:tr w:rsidR="00D40849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vAlign w:val="center"/>
          </w:tcPr>
          <w:p w:rsidR="00D40849" w:rsidRDefault="00D778B4">
            <w:r>
              <w:t>Breast Milk or Iron Fortified Infant Formula</w:t>
            </w:r>
            <w:r w:rsidR="00F05E79">
              <w:t xml:space="preserve"> </w:t>
            </w:r>
          </w:p>
        </w:tc>
        <w:tc>
          <w:tcPr>
            <w:tcW w:w="977" w:type="dxa"/>
            <w:vAlign w:val="center"/>
          </w:tcPr>
          <w:p w:rsidR="00D40849" w:rsidRDefault="00D40849" w:rsidP="00DD1A7B">
            <w:pPr>
              <w:jc w:val="center"/>
            </w:pPr>
            <w:r>
              <w:t>4-6 oz.</w:t>
            </w:r>
          </w:p>
        </w:tc>
        <w:tc>
          <w:tcPr>
            <w:tcW w:w="1453" w:type="dxa"/>
            <w:vAlign w:val="center"/>
          </w:tcPr>
          <w:p w:rsidR="00D40849" w:rsidRDefault="00D40849" w:rsidP="00DD1A7B">
            <w:pPr>
              <w:jc w:val="center"/>
            </w:pPr>
            <w:r>
              <w:t>6-8 oz.</w:t>
            </w:r>
          </w:p>
        </w:tc>
        <w:tc>
          <w:tcPr>
            <w:tcW w:w="135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26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452" w:type="dxa"/>
            <w:vAlign w:val="center"/>
          </w:tcPr>
          <w:p w:rsidR="00D40849" w:rsidRDefault="00D40849" w:rsidP="00DD1A7B">
            <w:pPr>
              <w:jc w:val="center"/>
            </w:pPr>
          </w:p>
        </w:tc>
      </w:tr>
      <w:tr w:rsidR="00D40849" w:rsidTr="00DD1A7B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4770" w:type="dxa"/>
            <w:vAlign w:val="center"/>
          </w:tcPr>
          <w:p w:rsidR="00D40849" w:rsidRDefault="00D778B4" w:rsidP="00420A6B">
            <w:pPr>
              <w:rPr>
                <w:b/>
                <w:u w:val="single"/>
              </w:rPr>
            </w:pPr>
            <w:r>
              <w:t>Iron Fortified Infant Cereal</w:t>
            </w:r>
            <w:r w:rsidR="00F05E79">
              <w:t xml:space="preserve">, Meat, Fish, Poultry, Egg, Cooked Dry Beans, or Cooked Dry Peas </w:t>
            </w:r>
            <w:r w:rsidR="00F05E79">
              <w:rPr>
                <w:b/>
                <w:u w:val="single"/>
              </w:rPr>
              <w:t>OR</w:t>
            </w:r>
          </w:p>
          <w:p w:rsidR="00420A6B" w:rsidRDefault="00F05E79" w:rsidP="00420A6B">
            <w:pPr>
              <w:numPr>
                <w:ilvl w:val="0"/>
                <w:numId w:val="1"/>
              </w:numPr>
              <w:ind w:left="252" w:hanging="180"/>
            </w:pPr>
            <w:r>
              <w:t>Cheese</w:t>
            </w:r>
            <w:r w:rsidR="00420A6B">
              <w:t xml:space="preserve"> </w:t>
            </w:r>
            <w:r w:rsidR="00420A6B">
              <w:rPr>
                <w:b/>
                <w:u w:val="single"/>
              </w:rPr>
              <w:t>OR</w:t>
            </w:r>
          </w:p>
          <w:p w:rsidR="00F05E79" w:rsidRDefault="00420A6B" w:rsidP="00420A6B">
            <w:pPr>
              <w:numPr>
                <w:ilvl w:val="0"/>
                <w:numId w:val="1"/>
              </w:numPr>
              <w:ind w:left="252" w:hanging="180"/>
            </w:pPr>
            <w:r>
              <w:t xml:space="preserve">Cottage Cheese </w:t>
            </w:r>
            <w:r>
              <w:rPr>
                <w:b/>
                <w:u w:val="single"/>
              </w:rPr>
              <w:t>OR</w:t>
            </w:r>
            <w:r w:rsidR="00F05E79">
              <w:t xml:space="preserve">  </w:t>
            </w:r>
          </w:p>
          <w:p w:rsidR="00D778B4" w:rsidRDefault="00D778B4" w:rsidP="00420A6B">
            <w:pPr>
              <w:numPr>
                <w:ilvl w:val="0"/>
                <w:numId w:val="1"/>
              </w:numPr>
              <w:ind w:left="252" w:hanging="180"/>
            </w:pPr>
            <w:r>
              <w:t>Yogurt</w:t>
            </w:r>
          </w:p>
          <w:p w:rsidR="00D778B4" w:rsidRDefault="00D778B4" w:rsidP="00D778B4"/>
          <w:p w:rsidR="00D778B4" w:rsidRDefault="00D778B4" w:rsidP="00D778B4"/>
        </w:tc>
        <w:tc>
          <w:tcPr>
            <w:tcW w:w="977" w:type="dxa"/>
            <w:vAlign w:val="center"/>
          </w:tcPr>
          <w:p w:rsidR="00D40849" w:rsidRDefault="00D40849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vAlign w:val="center"/>
          </w:tcPr>
          <w:p w:rsidR="00D778B4" w:rsidRDefault="00F05E79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</w:t>
            </w:r>
            <w:r w:rsidR="00D40849">
              <w:t>-4 Tbsp.</w:t>
            </w:r>
          </w:p>
          <w:p w:rsidR="00D778B4" w:rsidRDefault="00D778B4" w:rsidP="00DD1A7B">
            <w:pPr>
              <w:ind w:left="162"/>
              <w:jc w:val="center"/>
            </w:pPr>
          </w:p>
          <w:p w:rsidR="00F05E79" w:rsidRDefault="00420A6B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0-2 oz.</w:t>
            </w:r>
          </w:p>
          <w:p w:rsidR="00420A6B" w:rsidRDefault="00420A6B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0-8 Tbsp.</w:t>
            </w:r>
          </w:p>
          <w:p w:rsidR="00420A6B" w:rsidRDefault="00420A6B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0-8 oz.</w:t>
            </w:r>
          </w:p>
          <w:p w:rsidR="00D778B4" w:rsidRDefault="00D778B4" w:rsidP="00DD1A7B">
            <w:pPr>
              <w:jc w:val="center"/>
            </w:pPr>
          </w:p>
          <w:p w:rsidR="00D778B4" w:rsidRDefault="00D778B4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260" w:type="dxa"/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452" w:type="dxa"/>
            <w:vAlign w:val="center"/>
          </w:tcPr>
          <w:p w:rsidR="00D40849" w:rsidRDefault="00D40849" w:rsidP="00DD1A7B">
            <w:pPr>
              <w:jc w:val="center"/>
            </w:pPr>
          </w:p>
          <w:p w:rsidR="00D778B4" w:rsidRDefault="00D778B4" w:rsidP="00DD1A7B">
            <w:pPr>
              <w:jc w:val="center"/>
            </w:pPr>
          </w:p>
          <w:p w:rsidR="00D778B4" w:rsidRDefault="00D778B4" w:rsidP="00DD1A7B">
            <w:pPr>
              <w:jc w:val="center"/>
            </w:pPr>
          </w:p>
          <w:p w:rsidR="00D778B4" w:rsidRDefault="00D778B4" w:rsidP="00DD1A7B">
            <w:pPr>
              <w:jc w:val="center"/>
            </w:pPr>
          </w:p>
        </w:tc>
      </w:tr>
      <w:tr w:rsidR="00D40849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tcBorders>
              <w:bottom w:val="nil"/>
            </w:tcBorders>
            <w:vAlign w:val="center"/>
          </w:tcPr>
          <w:p w:rsidR="00D40849" w:rsidRDefault="00420A6B" w:rsidP="00420A6B">
            <w:r>
              <w:t>Vegetable or Fruit or Combination of Both</w:t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D40849" w:rsidRDefault="00D40849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tcBorders>
              <w:bottom w:val="nil"/>
            </w:tcBorders>
            <w:vAlign w:val="center"/>
          </w:tcPr>
          <w:p w:rsidR="00D40849" w:rsidRDefault="00420A6B" w:rsidP="00DD1A7B">
            <w:pPr>
              <w:jc w:val="center"/>
            </w:pPr>
            <w:r>
              <w:t>0</w:t>
            </w:r>
            <w:r w:rsidR="00D40849">
              <w:t>-</w:t>
            </w:r>
            <w:r>
              <w:t>2</w:t>
            </w:r>
            <w:r w:rsidR="00D40849">
              <w:t xml:space="preserve"> Tbsp.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D40849" w:rsidRDefault="00D40849" w:rsidP="00DD1A7B">
            <w:pPr>
              <w:jc w:val="center"/>
            </w:pPr>
          </w:p>
        </w:tc>
        <w:tc>
          <w:tcPr>
            <w:tcW w:w="1452" w:type="dxa"/>
            <w:tcBorders>
              <w:bottom w:val="nil"/>
            </w:tcBorders>
            <w:vAlign w:val="center"/>
          </w:tcPr>
          <w:p w:rsidR="00D40849" w:rsidRDefault="00D40849" w:rsidP="00DD1A7B">
            <w:pPr>
              <w:jc w:val="center"/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770" w:type="dxa"/>
            <w:shd w:val="pct15" w:color="auto" w:fill="FFFFFF"/>
            <w:vAlign w:val="center"/>
          </w:tcPr>
          <w:p w:rsidR="006E4B02" w:rsidRDefault="006E4B02" w:rsidP="007C2048">
            <w:pPr>
              <w:jc w:val="center"/>
              <w:rPr>
                <w:b/>
              </w:rPr>
            </w:pPr>
            <w:r>
              <w:rPr>
                <w:b/>
              </w:rPr>
              <w:t>AM SNACK</w:t>
            </w:r>
          </w:p>
        </w:tc>
        <w:tc>
          <w:tcPr>
            <w:tcW w:w="977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  <w:r>
              <w:rPr>
                <w:b/>
              </w:rPr>
              <w:t>0-5 MO</w:t>
            </w:r>
          </w:p>
        </w:tc>
        <w:tc>
          <w:tcPr>
            <w:tcW w:w="1453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  <w:r>
              <w:rPr>
                <w:b/>
              </w:rPr>
              <w:t>6-11 MO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26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452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vAlign w:val="center"/>
          </w:tcPr>
          <w:p w:rsidR="006E4B02" w:rsidRDefault="006E4B02" w:rsidP="007C2048">
            <w:r>
              <w:t>Breast Milk or Iron Fortified Infant Formula</w:t>
            </w:r>
          </w:p>
        </w:tc>
        <w:tc>
          <w:tcPr>
            <w:tcW w:w="977" w:type="dxa"/>
            <w:vAlign w:val="center"/>
          </w:tcPr>
          <w:p w:rsidR="006E4B02" w:rsidRDefault="006E4B02" w:rsidP="00DD1A7B">
            <w:pPr>
              <w:jc w:val="center"/>
            </w:pPr>
            <w:r>
              <w:t>4-6 oz.</w:t>
            </w:r>
          </w:p>
        </w:tc>
        <w:tc>
          <w:tcPr>
            <w:tcW w:w="1453" w:type="dxa"/>
            <w:vAlign w:val="center"/>
          </w:tcPr>
          <w:p w:rsidR="006E4B02" w:rsidRDefault="006E4B02" w:rsidP="00DD1A7B">
            <w:pPr>
              <w:jc w:val="center"/>
            </w:pPr>
            <w:r>
              <w:t>2-4 oz.</w:t>
            </w: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452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tcBorders>
              <w:bottom w:val="nil"/>
            </w:tcBorders>
            <w:vAlign w:val="center"/>
          </w:tcPr>
          <w:p w:rsidR="006E4B02" w:rsidRDefault="006E4B02" w:rsidP="007C2048">
            <w:pPr>
              <w:rPr>
                <w:b/>
                <w:u w:val="single"/>
              </w:rPr>
            </w:pPr>
            <w:r>
              <w:t xml:space="preserve">Iron Fortified Infant Cereal </w:t>
            </w:r>
            <w:r>
              <w:rPr>
                <w:b/>
                <w:u w:val="single"/>
              </w:rPr>
              <w:t>OR</w:t>
            </w:r>
          </w:p>
          <w:p w:rsidR="006E4B02" w:rsidRPr="00420A6B" w:rsidRDefault="006E4B02" w:rsidP="007C2048">
            <w:pPr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 xml:space="preserve">Bread </w:t>
            </w:r>
            <w:r w:rsidRPr="00420A6B">
              <w:rPr>
                <w:u w:val="single"/>
              </w:rPr>
              <w:t>OR</w:t>
            </w:r>
          </w:p>
          <w:p w:rsidR="006E4B02" w:rsidRPr="00420A6B" w:rsidRDefault="006E4B02" w:rsidP="007C2048">
            <w:pPr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 xml:space="preserve">Crackers </w:t>
            </w:r>
            <w:r>
              <w:rPr>
                <w:b/>
                <w:u w:val="single"/>
              </w:rPr>
              <w:t>OR</w:t>
            </w:r>
          </w:p>
          <w:p w:rsidR="006E4B02" w:rsidRPr="00420A6B" w:rsidRDefault="006E4B02" w:rsidP="007C2048">
            <w:pPr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Ready to Eat Breakfast Cereal</w:t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0-4 Tbsp.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</w:t>
            </w:r>
            <w:r w:rsidR="00DD1A7B">
              <w:t xml:space="preserve">½ </w:t>
            </w:r>
            <w:r>
              <w:t>slice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0-2 crackers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0-4 Tbsp.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452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tcBorders>
              <w:bottom w:val="nil"/>
            </w:tcBorders>
            <w:vAlign w:val="center"/>
          </w:tcPr>
          <w:p w:rsidR="006E4B02" w:rsidRDefault="006E4B02" w:rsidP="007C2048">
            <w:r>
              <w:t>Vegetable or Fruit of Combination of Both</w:t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  <w:r>
              <w:t>0-2 Tbsp.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452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4770" w:type="dxa"/>
            <w:shd w:val="pct15" w:color="auto" w:fill="FFFFFF"/>
            <w:vAlign w:val="center"/>
          </w:tcPr>
          <w:p w:rsidR="006E4B02" w:rsidRDefault="006E4B02" w:rsidP="00A00C4A">
            <w:pPr>
              <w:jc w:val="center"/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977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  <w:r>
              <w:rPr>
                <w:b/>
              </w:rPr>
              <w:t>0-5 MO</w:t>
            </w:r>
          </w:p>
        </w:tc>
        <w:tc>
          <w:tcPr>
            <w:tcW w:w="1453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  <w:r>
              <w:rPr>
                <w:b/>
              </w:rPr>
              <w:t>6-11 MO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26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452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770" w:type="dxa"/>
            <w:vAlign w:val="center"/>
          </w:tcPr>
          <w:p w:rsidR="006E4B02" w:rsidRDefault="006E4B02" w:rsidP="007C2048">
            <w:r>
              <w:t xml:space="preserve">Breast Milk or Iron Fortified Infant Formula </w:t>
            </w:r>
          </w:p>
        </w:tc>
        <w:tc>
          <w:tcPr>
            <w:tcW w:w="977" w:type="dxa"/>
            <w:vAlign w:val="center"/>
          </w:tcPr>
          <w:p w:rsidR="006E4B02" w:rsidRDefault="006E4B02" w:rsidP="00DD1A7B">
            <w:pPr>
              <w:jc w:val="center"/>
            </w:pPr>
            <w:r>
              <w:t>4-6 oz.</w:t>
            </w:r>
          </w:p>
        </w:tc>
        <w:tc>
          <w:tcPr>
            <w:tcW w:w="1453" w:type="dxa"/>
            <w:vAlign w:val="center"/>
          </w:tcPr>
          <w:p w:rsidR="006E4B02" w:rsidRDefault="006E4B02" w:rsidP="00DD1A7B">
            <w:pPr>
              <w:jc w:val="center"/>
            </w:pPr>
            <w:r>
              <w:t>6-8 oz.</w:t>
            </w: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26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452" w:type="dxa"/>
            <w:vAlign w:val="center"/>
          </w:tcPr>
          <w:p w:rsidR="006E4B02" w:rsidRDefault="006E4B02" w:rsidP="00DD1A7B">
            <w:pPr>
              <w:jc w:val="center"/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4770" w:type="dxa"/>
            <w:vAlign w:val="center"/>
          </w:tcPr>
          <w:p w:rsidR="006E4B02" w:rsidRDefault="006E4B02" w:rsidP="007C2048">
            <w:pPr>
              <w:rPr>
                <w:b/>
                <w:u w:val="single"/>
              </w:rPr>
            </w:pPr>
            <w:r>
              <w:t xml:space="preserve">Iron Fortified Infant Cereal, Meat, Fish, Poultry, Egg, Cooked Dry Beans, or Cooked Dry Peas </w:t>
            </w:r>
            <w:r>
              <w:rPr>
                <w:b/>
                <w:u w:val="single"/>
              </w:rPr>
              <w:t>OR</w:t>
            </w:r>
          </w:p>
          <w:p w:rsidR="006E4B02" w:rsidRDefault="006E4B02" w:rsidP="007C2048">
            <w:pPr>
              <w:numPr>
                <w:ilvl w:val="0"/>
                <w:numId w:val="1"/>
              </w:numPr>
              <w:ind w:left="252" w:hanging="180"/>
            </w:pPr>
            <w:r>
              <w:t xml:space="preserve">Cheese </w:t>
            </w:r>
            <w:r>
              <w:rPr>
                <w:b/>
                <w:u w:val="single"/>
              </w:rPr>
              <w:t>OR</w:t>
            </w:r>
          </w:p>
          <w:p w:rsidR="006E4B02" w:rsidRDefault="006E4B02" w:rsidP="007C2048">
            <w:pPr>
              <w:numPr>
                <w:ilvl w:val="0"/>
                <w:numId w:val="1"/>
              </w:numPr>
              <w:ind w:left="252" w:hanging="180"/>
            </w:pPr>
            <w:r>
              <w:t xml:space="preserve">Cottage Cheese </w:t>
            </w:r>
            <w:r>
              <w:rPr>
                <w:b/>
                <w:u w:val="single"/>
              </w:rPr>
              <w:t>OR</w:t>
            </w:r>
            <w:r>
              <w:t xml:space="preserve">  </w:t>
            </w:r>
          </w:p>
          <w:p w:rsidR="006E4B02" w:rsidRDefault="006E4B02" w:rsidP="007C2048">
            <w:pPr>
              <w:numPr>
                <w:ilvl w:val="0"/>
                <w:numId w:val="1"/>
              </w:numPr>
              <w:ind w:left="252" w:hanging="180"/>
            </w:pPr>
            <w:r>
              <w:t xml:space="preserve">Yogurt </w:t>
            </w:r>
          </w:p>
          <w:p w:rsidR="006E4B02" w:rsidRDefault="006E4B02" w:rsidP="00D778B4"/>
          <w:p w:rsidR="006E4B02" w:rsidRDefault="006E4B02" w:rsidP="00D778B4"/>
        </w:tc>
        <w:tc>
          <w:tcPr>
            <w:tcW w:w="977" w:type="dxa"/>
            <w:vAlign w:val="center"/>
          </w:tcPr>
          <w:p w:rsidR="006E4B02" w:rsidRDefault="006E4B02" w:rsidP="00DD1A7B">
            <w:pPr>
              <w:jc w:val="center"/>
            </w:pPr>
            <w:r>
              <w:t>---</w:t>
            </w:r>
          </w:p>
          <w:p w:rsidR="006E4B02" w:rsidRDefault="006E4B02" w:rsidP="00DD1A7B">
            <w:pPr>
              <w:jc w:val="center"/>
            </w:pPr>
            <w:r>
              <w:t>---</w:t>
            </w:r>
          </w:p>
          <w:p w:rsidR="006E4B02" w:rsidRDefault="006E4B02" w:rsidP="00DD1A7B">
            <w:pPr>
              <w:jc w:val="center"/>
            </w:pPr>
            <w:r>
              <w:t>---</w:t>
            </w:r>
          </w:p>
          <w:p w:rsidR="006E4B02" w:rsidRDefault="006E4B02" w:rsidP="00DD1A7B">
            <w:pPr>
              <w:jc w:val="center"/>
            </w:pPr>
            <w:r>
              <w:t>---</w:t>
            </w:r>
          </w:p>
          <w:p w:rsidR="006E4B02" w:rsidRDefault="006E4B02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vAlign w:val="center"/>
          </w:tcPr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0-4 Tbsp.</w:t>
            </w:r>
          </w:p>
          <w:p w:rsidR="006E4B02" w:rsidRDefault="006E4B02" w:rsidP="00DD1A7B">
            <w:pPr>
              <w:ind w:left="162"/>
              <w:jc w:val="center"/>
            </w:pP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0-2 oz.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0-8 Tbsp.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0-8 oz.</w:t>
            </w:r>
          </w:p>
          <w:p w:rsidR="006E4B02" w:rsidRDefault="006E4B02" w:rsidP="00DD1A7B">
            <w:pPr>
              <w:jc w:val="center"/>
            </w:pPr>
          </w:p>
          <w:p w:rsidR="006E4B02" w:rsidRDefault="006E4B02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260" w:type="dxa"/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452" w:type="dxa"/>
            <w:vAlign w:val="center"/>
          </w:tcPr>
          <w:p w:rsidR="006E4B02" w:rsidRDefault="006E4B02" w:rsidP="00DD1A7B">
            <w:pPr>
              <w:jc w:val="center"/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4770" w:type="dxa"/>
            <w:tcBorders>
              <w:bottom w:val="nil"/>
            </w:tcBorders>
            <w:vAlign w:val="center"/>
          </w:tcPr>
          <w:p w:rsidR="006E4B02" w:rsidRDefault="006E4B02" w:rsidP="007C2048">
            <w:r>
              <w:t>Vegetable or Fruit or Combination of Both</w:t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  <w:r>
              <w:t>0-2 Tbsp.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</w:p>
        </w:tc>
        <w:tc>
          <w:tcPr>
            <w:tcW w:w="1452" w:type="dxa"/>
            <w:tcBorders>
              <w:bottom w:val="nil"/>
            </w:tcBorders>
            <w:vAlign w:val="center"/>
          </w:tcPr>
          <w:p w:rsidR="006E4B02" w:rsidRDefault="006E4B02" w:rsidP="00DD1A7B">
            <w:pPr>
              <w:jc w:val="center"/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shd w:val="pct15" w:color="auto" w:fill="FFFFFF"/>
            <w:vAlign w:val="center"/>
          </w:tcPr>
          <w:p w:rsidR="006E4B02" w:rsidRDefault="006E4B02" w:rsidP="005C7E4A">
            <w:pPr>
              <w:jc w:val="center"/>
              <w:rPr>
                <w:b/>
              </w:rPr>
            </w:pPr>
            <w:r>
              <w:rPr>
                <w:b/>
              </w:rPr>
              <w:t>PM SNACK</w:t>
            </w:r>
          </w:p>
        </w:tc>
        <w:tc>
          <w:tcPr>
            <w:tcW w:w="977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  <w:r>
              <w:rPr>
                <w:b/>
              </w:rPr>
              <w:t>0-5 MO</w:t>
            </w:r>
          </w:p>
        </w:tc>
        <w:tc>
          <w:tcPr>
            <w:tcW w:w="1453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  <w:r>
              <w:rPr>
                <w:b/>
              </w:rPr>
              <w:t>6-11 MO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35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260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  <w:tc>
          <w:tcPr>
            <w:tcW w:w="1452" w:type="dxa"/>
            <w:shd w:val="pct15" w:color="auto" w:fill="FFFFFF"/>
            <w:vAlign w:val="center"/>
          </w:tcPr>
          <w:p w:rsidR="006E4B02" w:rsidRDefault="006E4B02" w:rsidP="00DD1A7B">
            <w:pPr>
              <w:jc w:val="center"/>
            </w:pPr>
            <w:r w:rsidRPr="001E002C">
              <w:rPr>
                <w:sz w:val="24"/>
                <w:szCs w:val="24"/>
              </w:rPr>
              <w:sym w:font="Symbol" w:char="F0FF"/>
            </w:r>
            <w:r>
              <w:rPr>
                <w:sz w:val="24"/>
                <w:szCs w:val="24"/>
              </w:rPr>
              <w:t xml:space="preserve"> claimed</w:t>
            </w: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vAlign w:val="center"/>
          </w:tcPr>
          <w:p w:rsidR="006E4B02" w:rsidRDefault="006E4B02" w:rsidP="007C2048">
            <w:r>
              <w:t>Breast Milk or Iron Fortified Infant Formula</w:t>
            </w:r>
          </w:p>
        </w:tc>
        <w:tc>
          <w:tcPr>
            <w:tcW w:w="977" w:type="dxa"/>
            <w:vAlign w:val="center"/>
          </w:tcPr>
          <w:p w:rsidR="006E4B02" w:rsidRDefault="006E4B02" w:rsidP="00DD1A7B">
            <w:pPr>
              <w:jc w:val="center"/>
            </w:pPr>
            <w:r>
              <w:t>4-6 oz.</w:t>
            </w:r>
          </w:p>
        </w:tc>
        <w:tc>
          <w:tcPr>
            <w:tcW w:w="1453" w:type="dxa"/>
            <w:vAlign w:val="center"/>
          </w:tcPr>
          <w:p w:rsidR="006E4B02" w:rsidRDefault="006E4B02" w:rsidP="00DD1A7B">
            <w:pPr>
              <w:jc w:val="center"/>
            </w:pPr>
            <w:r>
              <w:t>2-4 oz.</w:t>
            </w: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452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vAlign w:val="center"/>
          </w:tcPr>
          <w:p w:rsidR="006E4B02" w:rsidRDefault="006E4B02" w:rsidP="007C2048">
            <w:pPr>
              <w:rPr>
                <w:b/>
                <w:u w:val="single"/>
              </w:rPr>
            </w:pPr>
            <w:r>
              <w:t xml:space="preserve">Iron Fortified Infant Cereal </w:t>
            </w:r>
            <w:r>
              <w:rPr>
                <w:b/>
                <w:u w:val="single"/>
              </w:rPr>
              <w:t>OR</w:t>
            </w:r>
          </w:p>
          <w:p w:rsidR="006E4B02" w:rsidRPr="00420A6B" w:rsidRDefault="006E4B02" w:rsidP="007C2048">
            <w:pPr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 xml:space="preserve">Bread </w:t>
            </w:r>
            <w:r w:rsidRPr="00420A6B">
              <w:rPr>
                <w:u w:val="single"/>
              </w:rPr>
              <w:t>OR</w:t>
            </w:r>
          </w:p>
          <w:p w:rsidR="006E4B02" w:rsidRPr="00420A6B" w:rsidRDefault="006E4B02" w:rsidP="007C2048">
            <w:pPr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 xml:space="preserve">Crackers </w:t>
            </w:r>
            <w:r>
              <w:rPr>
                <w:b/>
                <w:u w:val="single"/>
              </w:rPr>
              <w:t>OR</w:t>
            </w:r>
          </w:p>
          <w:p w:rsidR="006E4B02" w:rsidRPr="00420A6B" w:rsidRDefault="006E4B02" w:rsidP="007C2048">
            <w:pPr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Ready to Eat Breakfast Cereal</w:t>
            </w:r>
          </w:p>
        </w:tc>
        <w:tc>
          <w:tcPr>
            <w:tcW w:w="977" w:type="dxa"/>
            <w:vAlign w:val="center"/>
          </w:tcPr>
          <w:p w:rsidR="006E4B02" w:rsidRDefault="006E4B02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vAlign w:val="center"/>
          </w:tcPr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0-4 Tbsp.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</w:t>
            </w:r>
            <w:r w:rsidR="00DD1A7B">
              <w:t xml:space="preserve">½ </w:t>
            </w:r>
            <w:r>
              <w:t>slice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0-2 crackers</w:t>
            </w:r>
          </w:p>
          <w:p w:rsidR="006E4B02" w:rsidRDefault="006E4B02" w:rsidP="00DD1A7B">
            <w:pPr>
              <w:numPr>
                <w:ilvl w:val="0"/>
                <w:numId w:val="1"/>
              </w:numPr>
              <w:ind w:left="162" w:hanging="180"/>
              <w:jc w:val="center"/>
            </w:pPr>
            <w:r>
              <w:t>0-4 Tbsp.</w:t>
            </w: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452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</w:tr>
      <w:tr w:rsidR="006E4B02" w:rsidTr="00DD1A7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770" w:type="dxa"/>
            <w:vAlign w:val="center"/>
          </w:tcPr>
          <w:p w:rsidR="006E4B02" w:rsidRDefault="006E4B02" w:rsidP="007C2048">
            <w:r>
              <w:t>Vegetable or Fruit of Combination of Both</w:t>
            </w:r>
          </w:p>
        </w:tc>
        <w:tc>
          <w:tcPr>
            <w:tcW w:w="977" w:type="dxa"/>
            <w:vAlign w:val="center"/>
          </w:tcPr>
          <w:p w:rsidR="006E4B02" w:rsidRDefault="006E4B02" w:rsidP="00DD1A7B">
            <w:pPr>
              <w:jc w:val="center"/>
            </w:pPr>
            <w:r>
              <w:t>---</w:t>
            </w:r>
          </w:p>
        </w:tc>
        <w:tc>
          <w:tcPr>
            <w:tcW w:w="1453" w:type="dxa"/>
            <w:vAlign w:val="center"/>
          </w:tcPr>
          <w:p w:rsidR="006E4B02" w:rsidRDefault="006E4B02" w:rsidP="00DD1A7B">
            <w:pPr>
              <w:jc w:val="center"/>
            </w:pPr>
            <w:r>
              <w:t>0-2 Tbsp.</w:t>
            </w: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  <w:tc>
          <w:tcPr>
            <w:tcW w:w="1452" w:type="dxa"/>
            <w:vAlign w:val="center"/>
          </w:tcPr>
          <w:p w:rsidR="006E4B02" w:rsidRDefault="006E4B02" w:rsidP="00DD1A7B">
            <w:pPr>
              <w:jc w:val="center"/>
              <w:rPr>
                <w:b/>
              </w:rPr>
            </w:pPr>
          </w:p>
        </w:tc>
      </w:tr>
    </w:tbl>
    <w:p w:rsidR="00A22EC6" w:rsidRPr="00D778B4" w:rsidRDefault="00A22EC6" w:rsidP="00D778B4">
      <w:pPr>
        <w:rPr>
          <w:sz w:val="4"/>
          <w:szCs w:val="4"/>
        </w:rPr>
      </w:pPr>
    </w:p>
    <w:sectPr w:rsidR="00A22EC6" w:rsidRPr="00D778B4">
      <w:pgSz w:w="15840" w:h="12240" w:orient="landscape" w:code="1"/>
      <w:pgMar w:top="720" w:right="1440" w:bottom="432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20A1F"/>
    <w:multiLevelType w:val="hybridMultilevel"/>
    <w:tmpl w:val="809411B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641"/>
    <w:rsid w:val="00420A6B"/>
    <w:rsid w:val="005C7E4A"/>
    <w:rsid w:val="006733EF"/>
    <w:rsid w:val="006E4B02"/>
    <w:rsid w:val="007773F6"/>
    <w:rsid w:val="007C2048"/>
    <w:rsid w:val="0087193A"/>
    <w:rsid w:val="009104F6"/>
    <w:rsid w:val="00914641"/>
    <w:rsid w:val="00962DAD"/>
    <w:rsid w:val="00A00C4A"/>
    <w:rsid w:val="00A22EC6"/>
    <w:rsid w:val="00D40849"/>
    <w:rsid w:val="00D778B4"/>
    <w:rsid w:val="00DD1A7B"/>
    <w:rsid w:val="00ED4064"/>
    <w:rsid w:val="00F05E79"/>
    <w:rsid w:val="00F8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DFA6C8B5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INFANT MENU PRODUCTION RECORD</vt:lpstr>
    </vt:vector>
  </TitlesOfParts>
  <Company>State of South Dakota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MENU PRODUCTION RECORD</dc:title>
  <dc:creator>DEPR13566</dc:creator>
  <cp:lastModifiedBy>Halling, Melissa</cp:lastModifiedBy>
  <cp:revision>2</cp:revision>
  <cp:lastPrinted>2003-04-08T14:10:00Z</cp:lastPrinted>
  <dcterms:created xsi:type="dcterms:W3CDTF">2017-09-25T15:26:00Z</dcterms:created>
  <dcterms:modified xsi:type="dcterms:W3CDTF">2017-09-25T15:26:00Z</dcterms:modified>
</cp:coreProperties>
</file>